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78" w:type="dxa"/>
        <w:jc w:val="center"/>
        <w:tblInd w:w="-1230" w:type="dxa"/>
        <w:tblLook w:val="0000" w:firstRow="0" w:lastRow="0" w:firstColumn="0" w:lastColumn="0" w:noHBand="0" w:noVBand="0"/>
      </w:tblPr>
      <w:tblGrid>
        <w:gridCol w:w="4743"/>
        <w:gridCol w:w="1449"/>
        <w:gridCol w:w="4386"/>
      </w:tblGrid>
      <w:tr w:rsidR="00CB74B2">
        <w:trPr>
          <w:cantSplit/>
          <w:jc w:val="center"/>
        </w:trPr>
        <w:tc>
          <w:tcPr>
            <w:tcW w:w="4743" w:type="dxa"/>
          </w:tcPr>
          <w:p w:rsidR="00CB74B2" w:rsidRDefault="00CB74B2"/>
        </w:tc>
        <w:tc>
          <w:tcPr>
            <w:tcW w:w="1449" w:type="dxa"/>
            <w:vMerge w:val="restart"/>
          </w:tcPr>
          <w:p w:rsidR="00CB74B2" w:rsidRDefault="00CB74B2"/>
          <w:p w:rsidR="00CB74B2" w:rsidRDefault="00CB74B2">
            <w:pPr>
              <w:jc w:val="center"/>
            </w:pPr>
          </w:p>
        </w:tc>
        <w:tc>
          <w:tcPr>
            <w:tcW w:w="4386" w:type="dxa"/>
          </w:tcPr>
          <w:p w:rsidR="00CB74B2" w:rsidRDefault="00CB74B2"/>
        </w:tc>
      </w:tr>
      <w:tr w:rsidR="00CB74B2">
        <w:trPr>
          <w:cantSplit/>
          <w:trHeight w:val="1955"/>
          <w:jc w:val="center"/>
        </w:trPr>
        <w:tc>
          <w:tcPr>
            <w:tcW w:w="4743" w:type="dxa"/>
          </w:tcPr>
          <w:p w:rsidR="00946A29" w:rsidRPr="00946A29" w:rsidRDefault="00946A29" w:rsidP="00946A29"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 w:rsidRPr="00946A29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>Ч</w:t>
            </w:r>
            <w:r w:rsidRPr="00946A29">
              <w:rPr>
                <w:rFonts w:ascii="Times New Roman" w:hAnsi="Times New Roman" w:hint="eastAsia"/>
                <w:b/>
                <w:bCs/>
                <w:caps/>
                <w:spacing w:val="-10"/>
                <w:sz w:val="20"/>
              </w:rPr>
              <w:t>ĂВАШ</w:t>
            </w:r>
            <w:r w:rsidRPr="00946A29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РЕСПУБЛИКИН</w:t>
            </w:r>
          </w:p>
          <w:p w:rsidR="00946A29" w:rsidRPr="00946A29" w:rsidRDefault="00946A29" w:rsidP="00946A29"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 w:rsidRPr="00946A29">
              <w:rPr>
                <w:rFonts w:ascii="Times New Roman" w:hAnsi="Times New Roman" w:hint="eastAsia"/>
                <w:b/>
                <w:bCs/>
                <w:caps/>
                <w:spacing w:val="-10"/>
                <w:sz w:val="20"/>
              </w:rPr>
              <w:t>ПРОМЫШЛЕННОСТЬ</w:t>
            </w:r>
            <w:r w:rsidRPr="00946A29"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 ТАТА  ЭНЕРГЕТИКА  МИНИСТЕРСТВИ</w:t>
            </w:r>
          </w:p>
          <w:p w:rsidR="00946A29" w:rsidRPr="00946A29" w:rsidRDefault="00946A29" w:rsidP="00946A29"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</w:p>
          <w:p w:rsidR="00946A29" w:rsidRPr="00BE2FBA" w:rsidRDefault="00137164" w:rsidP="00946A29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caps/>
                <w:spacing w:val="-1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B03BD50" wp14:editId="298263BB">
                      <wp:simplePos x="0" y="0"/>
                      <wp:positionH relativeFrom="column">
                        <wp:posOffset>1321160</wp:posOffset>
                      </wp:positionH>
                      <wp:positionV relativeFrom="paragraph">
                        <wp:posOffset>170346</wp:posOffset>
                      </wp:positionV>
                      <wp:extent cx="1319778" cy="240665"/>
                      <wp:effectExtent l="0" t="0" r="0" b="6985"/>
                      <wp:wrapNone/>
                      <wp:docPr id="2" name="Пол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19778" cy="240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37164" w:rsidRPr="00EC34DE" w:rsidRDefault="00E66F9C" w:rsidP="00137164">
                                  <w:r w:rsidRPr="00EC34DE"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="00EC34DE"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="00137164" w:rsidRPr="00EC34DE">
                                    <w:rPr>
                                      <w:u w:val="single"/>
                                    </w:rPr>
                                    <w:t>01</w:t>
                                  </w:r>
                                  <w:r w:rsidR="00CB2491" w:rsidRPr="00EC34DE">
                                    <w:rPr>
                                      <w:u w:val="single"/>
                                    </w:rPr>
                                    <w:t>-05/</w:t>
                                  </w:r>
                                  <w:r w:rsidR="00EC34DE">
                                    <w:rPr>
                                      <w:u w:val="single"/>
                                    </w:rPr>
                                    <w:t>121</w:t>
                                  </w:r>
                                  <w:r w:rsidRPr="00EC34DE"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="00EC34DE">
                                    <w:rPr>
                                      <w:u w:val="single"/>
                                    </w:rPr>
                                    <w:t xml:space="preserve"> </w:t>
                                  </w:r>
                                  <w:r w:rsidR="0030456D" w:rsidRPr="00EC34DE">
                                    <w:rPr>
                                      <w:u w:val="single"/>
                                    </w:rPr>
                                    <w:t>№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104.05pt;margin-top:13.4pt;width:103.9pt;height:18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" fillcolor="window" stroked="f" strokeweight=".5pt">
                      <v:textbox>
                        <w:txbxContent>
                          <w:p w:rsidR="00137164" w:rsidRPr="00EC34DE" w:rsidRDefault="00E66F9C" w:rsidP="00137164">
                            <w:r w:rsidRPr="00EC34DE">
                              <w:rPr>
                                <w:u w:val="single"/>
                              </w:rPr>
                              <w:t xml:space="preserve"> </w:t>
                            </w:r>
                            <w:r w:rsidR="00EC34DE">
                              <w:rPr>
                                <w:u w:val="single"/>
                              </w:rPr>
                              <w:t xml:space="preserve"> </w:t>
                            </w:r>
                            <w:r w:rsidR="00137164" w:rsidRPr="00EC34DE">
                              <w:rPr>
                                <w:u w:val="single"/>
                              </w:rPr>
                              <w:t>01</w:t>
                            </w:r>
                            <w:r w:rsidR="00CB2491" w:rsidRPr="00EC34DE">
                              <w:rPr>
                                <w:u w:val="single"/>
                              </w:rPr>
                              <w:t>-05/</w:t>
                            </w:r>
                            <w:r w:rsidR="00EC34DE">
                              <w:rPr>
                                <w:u w:val="single"/>
                              </w:rPr>
                              <w:t>121</w:t>
                            </w:r>
                            <w:r w:rsidRPr="00EC34DE">
                              <w:rPr>
                                <w:u w:val="single"/>
                              </w:rPr>
                              <w:t xml:space="preserve"> </w:t>
                            </w:r>
                            <w:r w:rsidR="00EC34DE">
                              <w:rPr>
                                <w:u w:val="single"/>
                              </w:rPr>
                              <w:t xml:space="preserve"> </w:t>
                            </w:r>
                            <w:r w:rsidR="0030456D" w:rsidRPr="00EC34DE">
                              <w:rPr>
                                <w:u w:val="single"/>
                              </w:rPr>
                              <w:t>№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38C338" wp14:editId="3EA5FD5B">
                      <wp:simplePos x="0" y="0"/>
                      <wp:positionH relativeFrom="column">
                        <wp:posOffset>255234</wp:posOffset>
                      </wp:positionH>
                      <wp:positionV relativeFrom="paragraph">
                        <wp:posOffset>168095</wp:posOffset>
                      </wp:positionV>
                      <wp:extent cx="1017905" cy="241252"/>
                      <wp:effectExtent l="0" t="0" r="0" b="6985"/>
                      <wp:wrapNone/>
                      <wp:docPr id="1" name="Поле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7905" cy="24125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37164" w:rsidRPr="00EC34DE" w:rsidRDefault="00DD48D8">
                                  <w:r w:rsidRPr="00EC34DE">
                                    <w:rPr>
                                      <w:u w:val="single"/>
                                    </w:rPr>
                                    <w:t>0</w:t>
                                  </w:r>
                                  <w:r w:rsidR="00D455AD" w:rsidRPr="00EC34DE">
                                    <w:rPr>
                                      <w:u w:val="single"/>
                                    </w:rPr>
                                    <w:t>6</w:t>
                                  </w:r>
                                  <w:r w:rsidR="00137164" w:rsidRPr="00EC34DE">
                                    <w:rPr>
                                      <w:u w:val="single"/>
                                    </w:rPr>
                                    <w:t>.10.202</w:t>
                                  </w:r>
                                  <w:r w:rsidRPr="00EC34DE">
                                    <w:rPr>
                                      <w:u w:val="single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" o:spid="_x0000_s1027" type="#_x0000_t202" style="position:absolute;left:0;text-align:left;margin-left:20.1pt;margin-top:13.25pt;width:80.15pt;height:1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" fillcolor="white [3201]" stroked="f" strokeweight=".5pt">
                      <v:textbox>
                        <w:txbxContent>
                          <w:p w:rsidR="00137164" w:rsidRPr="00EC34DE" w:rsidRDefault="00DD48D8">
                            <w:r w:rsidRPr="00EC34DE">
                              <w:rPr>
                                <w:u w:val="single"/>
                              </w:rPr>
                              <w:t>0</w:t>
                            </w:r>
                            <w:r w:rsidR="00D455AD" w:rsidRPr="00EC34DE">
                              <w:rPr>
                                <w:u w:val="single"/>
                              </w:rPr>
                              <w:t>6</w:t>
                            </w:r>
                            <w:r w:rsidR="00137164" w:rsidRPr="00EC34DE">
                              <w:rPr>
                                <w:u w:val="single"/>
                              </w:rPr>
                              <w:t>.10.202</w:t>
                            </w:r>
                            <w:r w:rsidRPr="00EC34DE">
                              <w:rPr>
                                <w:u w:val="single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46A29" w:rsidRPr="00BE2FBA">
              <w:rPr>
                <w:rFonts w:ascii="Times New Roman" w:hAnsi="Times New Roman" w:hint="eastAsia"/>
                <w:b/>
                <w:bCs/>
                <w:caps/>
                <w:spacing w:val="-10"/>
              </w:rPr>
              <w:t>Х</w:t>
            </w:r>
            <w:r w:rsidR="00946A29" w:rsidRPr="00BE2FBA"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  <w:proofErr w:type="gramStart"/>
            <w:r w:rsidR="00946A29" w:rsidRPr="00BE2FBA">
              <w:rPr>
                <w:rFonts w:ascii="Times New Roman" w:hAnsi="Times New Roman"/>
                <w:b/>
                <w:bCs/>
                <w:caps/>
                <w:spacing w:val="-10"/>
              </w:rPr>
              <w:t>Ш</w:t>
            </w:r>
            <w:proofErr w:type="gramEnd"/>
            <w:r w:rsidR="00946A29" w:rsidRPr="00BE2FBA">
              <w:rPr>
                <w:rFonts w:ascii="Times New Roman" w:hAnsi="Times New Roman"/>
                <w:b/>
                <w:bCs/>
                <w:caps/>
                <w:spacing w:val="-10"/>
              </w:rPr>
              <w:t xml:space="preserve"> У </w:t>
            </w:r>
          </w:p>
          <w:p w:rsidR="00CB74B2" w:rsidRPr="00CB2491" w:rsidRDefault="0030456D" w:rsidP="0030456D">
            <w:pPr>
              <w:tabs>
                <w:tab w:val="left" w:pos="595"/>
                <w:tab w:val="left" w:pos="3976"/>
              </w:tabs>
              <w:spacing w:line="360" w:lineRule="auto"/>
              <w:rPr>
                <w:rFonts w:ascii="Times New Roman" w:eastAsia="Arial Unicode MS" w:hAnsi="Times New Roman"/>
                <w:b/>
                <w:bCs/>
              </w:rPr>
            </w:pPr>
            <w:r w:rsidRPr="0030456D">
              <w:rPr>
                <w:rFonts w:eastAsia="Arial Unicode MS"/>
              </w:rPr>
              <w:t xml:space="preserve">       </w:t>
            </w:r>
            <w:r w:rsidR="008B1AD7">
              <w:rPr>
                <w:rFonts w:eastAsia="Arial Unicode MS"/>
                <w:u w:val="single"/>
              </w:rPr>
              <w:t>_____________</w:t>
            </w:r>
            <w:r w:rsidR="00442435" w:rsidRPr="00442435">
              <w:rPr>
                <w:rFonts w:eastAsia="Arial Unicode MS"/>
              </w:rPr>
              <w:t xml:space="preserve">   </w:t>
            </w:r>
            <w:r w:rsidR="00442435">
              <w:rPr>
                <w:rFonts w:eastAsia="Arial Unicode MS"/>
              </w:rPr>
              <w:t xml:space="preserve"> </w:t>
            </w:r>
            <w:r w:rsidR="008B1AD7">
              <w:rPr>
                <w:rFonts w:eastAsia="Arial Unicode MS"/>
                <w:u w:val="single"/>
              </w:rPr>
              <w:t>__________</w:t>
            </w:r>
            <w:r w:rsidR="008B1AD7" w:rsidRPr="00EC34DE">
              <w:rPr>
                <w:rFonts w:eastAsia="Arial Unicode MS"/>
                <w:color w:val="FFFFFF" w:themeColor="background1"/>
              </w:rPr>
              <w:t>_</w:t>
            </w:r>
            <w:r w:rsidR="00CB2491">
              <w:rPr>
                <w:rFonts w:eastAsia="Arial Unicode MS"/>
              </w:rPr>
              <w:t xml:space="preserve"> </w:t>
            </w:r>
          </w:p>
          <w:p w:rsidR="00CB74B2" w:rsidRDefault="00E07DE0">
            <w:pPr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eastAsia="Arial Unicode MS" w:hAnsi="Times New Roman"/>
                <w:sz w:val="22"/>
              </w:rPr>
              <w:t>Шупашкар</w:t>
            </w:r>
            <w:proofErr w:type="spellEnd"/>
            <w:r>
              <w:rPr>
                <w:rFonts w:ascii="Times New Roman" w:eastAsia="Arial Unicode MS" w:hAnsi="Times New Roman"/>
                <w:sz w:val="22"/>
              </w:rPr>
              <w:t xml:space="preserve"> хули</w:t>
            </w:r>
          </w:p>
        </w:tc>
        <w:tc>
          <w:tcPr>
            <w:tcW w:w="1449" w:type="dxa"/>
            <w:vMerge/>
          </w:tcPr>
          <w:p w:rsidR="00CB74B2" w:rsidRDefault="00CB74B2"/>
        </w:tc>
        <w:tc>
          <w:tcPr>
            <w:tcW w:w="4386" w:type="dxa"/>
          </w:tcPr>
          <w:p w:rsidR="00CB74B2" w:rsidRDefault="00E07DE0"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Министерство </w:t>
            </w:r>
          </w:p>
          <w:p w:rsidR="00CB74B2" w:rsidRDefault="00E07DE0">
            <w:pPr>
              <w:jc w:val="center"/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 xml:space="preserve"> промышленности  и  энергетики   </w:t>
            </w:r>
          </w:p>
          <w:p w:rsidR="00CB74B2" w:rsidRDefault="00E07DE0">
            <w:pPr>
              <w:jc w:val="center"/>
              <w:rPr>
                <w:rFonts w:ascii="Times New Roman" w:hAnsi="Times New Roman"/>
                <w:b/>
                <w:bCs/>
                <w:caps/>
                <w:sz w:val="20"/>
              </w:rPr>
            </w:pPr>
            <w:r>
              <w:rPr>
                <w:rFonts w:ascii="Times New Roman" w:hAnsi="Times New Roman"/>
                <w:b/>
                <w:bCs/>
                <w:caps/>
                <w:spacing w:val="-10"/>
                <w:sz w:val="20"/>
              </w:rPr>
              <w:t>Чувашской  Республики</w:t>
            </w:r>
          </w:p>
          <w:p w:rsidR="00CB74B2" w:rsidRDefault="00CB74B2">
            <w:pPr>
              <w:pStyle w:val="1"/>
              <w:rPr>
                <w:szCs w:val="24"/>
              </w:rPr>
            </w:pPr>
          </w:p>
          <w:p w:rsidR="00CB74B2" w:rsidRPr="00E66F9C" w:rsidRDefault="00E66F9C">
            <w:pPr>
              <w:pStyle w:val="1"/>
              <w:spacing w:line="360" w:lineRule="auto"/>
              <w:rPr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258DE1F" wp14:editId="164E09AE">
                      <wp:simplePos x="0" y="0"/>
                      <wp:positionH relativeFrom="column">
                        <wp:posOffset>1490786</wp:posOffset>
                      </wp:positionH>
                      <wp:positionV relativeFrom="paragraph">
                        <wp:posOffset>167640</wp:posOffset>
                      </wp:positionV>
                      <wp:extent cx="894521" cy="240665"/>
                      <wp:effectExtent l="0" t="0" r="1270" b="6985"/>
                      <wp:wrapNone/>
                      <wp:docPr id="5" name="Поле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4521" cy="240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E66F9C" w:rsidRPr="00EC34DE" w:rsidRDefault="00E66F9C" w:rsidP="00E66F9C">
                                  <w:r w:rsidRPr="00EC34DE">
                                    <w:rPr>
                                      <w:u w:val="single"/>
                                    </w:rPr>
                                    <w:t>01-05/</w:t>
                                  </w:r>
                                  <w:r w:rsidR="00EC34DE">
                                    <w:rPr>
                                      <w:u w:val="single"/>
                                    </w:rPr>
                                    <w:t>121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5" o:spid="_x0000_s1028" type="#_x0000_t202" style="position:absolute;left:0;text-align:left;margin-left:117.4pt;margin-top:13.2pt;width:70.45pt;height:18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" fillcolor="window" stroked="f" strokeweight=".5pt">
                      <v:textbox>
                        <w:txbxContent>
                          <w:p w:rsidR="00E66F9C" w:rsidRPr="00EC34DE" w:rsidRDefault="00E66F9C" w:rsidP="00E66F9C">
                            <w:r w:rsidRPr="00EC34DE">
                              <w:rPr>
                                <w:u w:val="single"/>
                              </w:rPr>
                              <w:t>01-05/</w:t>
                            </w:r>
                            <w:r w:rsidR="00EC34DE">
                              <w:rPr>
                                <w:u w:val="single"/>
                              </w:rPr>
                              <w:t>121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16CE3EC" wp14:editId="39709DB7">
                      <wp:simplePos x="0" y="0"/>
                      <wp:positionH relativeFrom="column">
                        <wp:posOffset>200660</wp:posOffset>
                      </wp:positionH>
                      <wp:positionV relativeFrom="paragraph">
                        <wp:posOffset>161290</wp:posOffset>
                      </wp:positionV>
                      <wp:extent cx="1017905" cy="240665"/>
                      <wp:effectExtent l="0" t="0" r="0" b="6985"/>
                      <wp:wrapNone/>
                      <wp:docPr id="4" name="Поле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7905" cy="240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66F9C" w:rsidRPr="00EC34DE" w:rsidRDefault="00DD48D8" w:rsidP="00E66F9C">
                                  <w:r w:rsidRPr="00EC34DE">
                                    <w:rPr>
                                      <w:u w:val="single"/>
                                    </w:rPr>
                                    <w:t>0</w:t>
                                  </w:r>
                                  <w:r w:rsidR="00D455AD" w:rsidRPr="00EC34DE">
                                    <w:rPr>
                                      <w:u w:val="single"/>
                                    </w:rPr>
                                    <w:t>6</w:t>
                                  </w:r>
                                  <w:r w:rsidR="00E66F9C" w:rsidRPr="00EC34DE">
                                    <w:rPr>
                                      <w:u w:val="single"/>
                                    </w:rPr>
                                    <w:t>.10.202</w:t>
                                  </w:r>
                                  <w:r w:rsidRPr="00EC34DE">
                                    <w:rPr>
                                      <w:u w:val="single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4" o:spid="_x0000_s1029" type="#_x0000_t202" style="position:absolute;left:0;text-align:left;margin-left:15.8pt;margin-top:12.7pt;width:80.15pt;height:18.9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" fillcolor="white [3201]" stroked="f" strokeweight=".5pt">
                      <v:textbox>
                        <w:txbxContent>
                          <w:p w:rsidR="00E66F9C" w:rsidRPr="00EC34DE" w:rsidRDefault="00DD48D8" w:rsidP="00E66F9C">
                            <w:r w:rsidRPr="00EC34DE">
                              <w:rPr>
                                <w:u w:val="single"/>
                              </w:rPr>
                              <w:t>0</w:t>
                            </w:r>
                            <w:r w:rsidR="00D455AD" w:rsidRPr="00EC34DE">
                              <w:rPr>
                                <w:u w:val="single"/>
                              </w:rPr>
                              <w:t>6</w:t>
                            </w:r>
                            <w:r w:rsidR="00E66F9C" w:rsidRPr="00EC34DE">
                              <w:rPr>
                                <w:u w:val="single"/>
                              </w:rPr>
                              <w:t>.10.202</w:t>
                            </w:r>
                            <w:r w:rsidRPr="00EC34DE">
                              <w:rPr>
                                <w:u w:val="single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DE0" w:rsidRPr="00E66F9C">
              <w:rPr>
                <w:szCs w:val="24"/>
              </w:rPr>
              <w:t>ПРИКАЗ</w:t>
            </w:r>
          </w:p>
          <w:p w:rsidR="00CB2491" w:rsidRPr="00E66F9C" w:rsidRDefault="00CB2491" w:rsidP="00CB2491">
            <w:pPr>
              <w:spacing w:line="360" w:lineRule="auto"/>
              <w:jc w:val="center"/>
              <w:rPr>
                <w:rFonts w:ascii="Times New Roman" w:eastAsia="Arial Unicode MS" w:hAnsi="Times New Roman"/>
                <w:b/>
                <w:bCs/>
                <w:u w:val="single"/>
              </w:rPr>
            </w:pPr>
            <w:r w:rsidRPr="00C87409">
              <w:rPr>
                <w:rFonts w:eastAsia="Arial Unicode MS"/>
                <w:color w:val="FFFFFF" w:themeColor="background1"/>
              </w:rPr>
              <w:t>_</w:t>
            </w:r>
            <w:r w:rsidRPr="00E66F9C">
              <w:rPr>
                <w:rFonts w:eastAsia="Arial Unicode MS"/>
                <w:u w:val="single"/>
              </w:rPr>
              <w:t>______________</w:t>
            </w:r>
            <w:r w:rsidRPr="00E66F9C">
              <w:rPr>
                <w:rFonts w:eastAsia="Arial Unicode MS"/>
              </w:rPr>
              <w:t xml:space="preserve"> № </w:t>
            </w:r>
            <w:r w:rsidRPr="00E66F9C">
              <w:rPr>
                <w:rFonts w:eastAsia="Arial Unicode MS"/>
                <w:u w:val="single"/>
              </w:rPr>
              <w:t>____________</w:t>
            </w:r>
            <w:r w:rsidRPr="00C87409">
              <w:rPr>
                <w:rFonts w:eastAsia="Arial Unicode MS"/>
                <w:color w:val="FFFFFF" w:themeColor="background1"/>
                <w:u w:val="single"/>
              </w:rPr>
              <w:t>_</w:t>
            </w:r>
          </w:p>
          <w:p w:rsidR="00CB74B2" w:rsidRDefault="00E07DE0">
            <w:pPr>
              <w:spacing w:line="360" w:lineRule="auto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г.</w:t>
            </w:r>
            <w:r w:rsidR="004E34FA"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Чебоксары</w:t>
            </w:r>
          </w:p>
        </w:tc>
      </w:tr>
    </w:tbl>
    <w:p w:rsidR="00CB74B2" w:rsidRDefault="00CB74B2"/>
    <w:p w:rsidR="00CB74B2" w:rsidRDefault="00CB74B2">
      <w:pPr>
        <w:jc w:val="both"/>
      </w:pPr>
      <w:bookmarkStart w:id="0" w:name="_GoBack"/>
      <w:bookmarkEnd w:id="0"/>
    </w:p>
    <w:tbl>
      <w:tblPr>
        <w:tblW w:w="6786" w:type="dxa"/>
        <w:tblLook w:val="0000" w:firstRow="0" w:lastRow="0" w:firstColumn="0" w:lastColumn="0" w:noHBand="0" w:noVBand="0"/>
      </w:tblPr>
      <w:tblGrid>
        <w:gridCol w:w="4219"/>
        <w:gridCol w:w="2567"/>
      </w:tblGrid>
      <w:tr w:rsidR="00E07DE0" w:rsidRPr="002A2A17" w:rsidTr="00B91DE2">
        <w:tc>
          <w:tcPr>
            <w:tcW w:w="4219" w:type="dxa"/>
          </w:tcPr>
          <w:p w:rsidR="00784F75" w:rsidRDefault="00A43157" w:rsidP="00FF69E8">
            <w:pPr>
              <w:tabs>
                <w:tab w:val="left" w:pos="4287"/>
                <w:tab w:val="left" w:pos="4536"/>
                <w:tab w:val="left" w:pos="4820"/>
              </w:tabs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A43157">
              <w:rPr>
                <w:rFonts w:ascii="Times New Roman" w:hAnsi="Times New Roman"/>
                <w:b/>
                <w:sz w:val="26"/>
                <w:szCs w:val="26"/>
              </w:rPr>
              <w:t>Об</w:t>
            </w:r>
            <w:r w:rsidR="00B91DE2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03BC3">
              <w:rPr>
                <w:rFonts w:ascii="Times New Roman" w:hAnsi="Times New Roman"/>
                <w:b/>
                <w:sz w:val="26"/>
                <w:szCs w:val="26"/>
              </w:rPr>
              <w:t>у</w:t>
            </w:r>
            <w:r w:rsidRPr="00A43157">
              <w:rPr>
                <w:rFonts w:ascii="Times New Roman" w:hAnsi="Times New Roman"/>
                <w:b/>
                <w:sz w:val="26"/>
                <w:szCs w:val="26"/>
              </w:rPr>
              <w:t>тверждении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03BC3">
              <w:rPr>
                <w:rFonts w:ascii="Times New Roman" w:hAnsi="Times New Roman"/>
                <w:b/>
                <w:sz w:val="26"/>
                <w:szCs w:val="26"/>
              </w:rPr>
              <w:t>инвестиционной</w:t>
            </w:r>
            <w:r w:rsidRPr="00A4315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72506" w:rsidRPr="00A43157">
              <w:rPr>
                <w:rFonts w:ascii="Times New Roman" w:hAnsi="Times New Roman"/>
                <w:b/>
                <w:sz w:val="26"/>
                <w:szCs w:val="26"/>
              </w:rPr>
              <w:t>программ</w:t>
            </w:r>
            <w:r w:rsidR="00303BC3">
              <w:rPr>
                <w:rFonts w:ascii="Times New Roman" w:hAnsi="Times New Roman"/>
                <w:b/>
                <w:sz w:val="26"/>
                <w:szCs w:val="26"/>
              </w:rPr>
              <w:t>ы</w:t>
            </w:r>
            <w:r w:rsidR="001D7160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>акционерного общества «Чувашская энергосбытовая компания» на 202</w:t>
            </w:r>
            <w:r w:rsidR="0054346A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>-202</w:t>
            </w:r>
            <w:r w:rsidR="0054346A"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 xml:space="preserve"> годы </w:t>
            </w:r>
            <w:r w:rsidR="00C603C7">
              <w:rPr>
                <w:rFonts w:ascii="Times New Roman" w:hAnsi="Times New Roman"/>
                <w:b/>
                <w:sz w:val="26"/>
                <w:szCs w:val="26"/>
              </w:rPr>
              <w:t xml:space="preserve">и </w:t>
            </w:r>
            <w:r w:rsidR="00303BC3">
              <w:rPr>
                <w:rFonts w:ascii="Times New Roman" w:hAnsi="Times New Roman"/>
                <w:b/>
                <w:sz w:val="26"/>
                <w:szCs w:val="26"/>
              </w:rPr>
              <w:t>изменений</w:t>
            </w:r>
            <w:r w:rsidR="004F7B2F">
              <w:rPr>
                <w:rFonts w:ascii="Times New Roman" w:hAnsi="Times New Roman"/>
                <w:b/>
                <w:sz w:val="26"/>
                <w:szCs w:val="26"/>
              </w:rPr>
              <w:t>, вносимых</w:t>
            </w:r>
            <w:r w:rsidR="00303BC3">
              <w:rPr>
                <w:rFonts w:ascii="Times New Roman" w:hAnsi="Times New Roman"/>
                <w:b/>
                <w:sz w:val="26"/>
                <w:szCs w:val="26"/>
              </w:rPr>
              <w:t xml:space="preserve"> в 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>инвестиционную программу акционерного</w:t>
            </w:r>
            <w:r w:rsidR="00B21B87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>общества «Чувашская энергосбытовая компания» на 202</w:t>
            </w:r>
            <w:r w:rsidR="0054346A"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>-202</w:t>
            </w:r>
            <w:r w:rsidR="0054346A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C603C7" w:rsidRPr="00C603C7">
              <w:rPr>
                <w:rFonts w:ascii="Times New Roman" w:hAnsi="Times New Roman"/>
                <w:b/>
                <w:sz w:val="26"/>
                <w:szCs w:val="26"/>
              </w:rPr>
              <w:t xml:space="preserve"> годы</w:t>
            </w:r>
          </w:p>
          <w:p w:rsidR="00797AA5" w:rsidRPr="00797AA5" w:rsidRDefault="00797AA5" w:rsidP="00797AA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E07DE0" w:rsidRPr="002A2A17" w:rsidRDefault="00E07DE0" w:rsidP="00593053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567" w:type="dxa"/>
          </w:tcPr>
          <w:p w:rsidR="00E07DE0" w:rsidRPr="002A2A17" w:rsidRDefault="00CB2491" w:rsidP="00F626EE">
            <w:pPr>
              <w:jc w:val="both"/>
              <w:rPr>
                <w:rFonts w:ascii="Times New Roman" w:hAnsi="Times New Roma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895B3F" wp14:editId="527E2F2A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369570</wp:posOffset>
                      </wp:positionV>
                      <wp:extent cx="1017905" cy="240665"/>
                      <wp:effectExtent l="0" t="0" r="0" b="6985"/>
                      <wp:wrapNone/>
                      <wp:docPr id="3" name="Пол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17905" cy="2406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CB2491" w:rsidRPr="00CB2491" w:rsidRDefault="00CB2491" w:rsidP="00CB2491">
                                  <w:pPr>
                                    <w:rPr>
                                      <w:color w:val="FFFFFF" w:themeColor="background1"/>
                                    </w:rPr>
                                  </w:pPr>
                                  <w:r w:rsidRPr="00CB2491">
                                    <w:rPr>
                                      <w:color w:val="FFFFFF" w:themeColor="background1"/>
                                      <w:u w:val="single"/>
                                    </w:rPr>
                                    <w:t>01-05/119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3" o:spid="_x0000_s1030" type="#_x0000_t202" style="position:absolute;left:0;text-align:left;margin-left:97.2pt;margin-top:29.1pt;width:80.15pt;height:18.9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" fillcolor="window" stroked="f" strokeweight=".5pt">
                      <v:textbox>
                        <w:txbxContent>
                          <w:p w:rsidR="00CB2491" w:rsidRPr="00CB2491" w:rsidRDefault="00CB2491" w:rsidP="00CB2491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CB2491">
                              <w:rPr>
                                <w:color w:val="FFFFFF" w:themeColor="background1"/>
                                <w:u w:val="single"/>
                              </w:rPr>
                              <w:t>01-05/119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E07DE0" w:rsidRPr="002A2A17" w:rsidRDefault="00E07DE0" w:rsidP="00E07DE0">
      <w:pPr>
        <w:jc w:val="both"/>
        <w:rPr>
          <w:rFonts w:ascii="Times New Roman" w:hAnsi="Times New Roman"/>
        </w:rPr>
      </w:pPr>
    </w:p>
    <w:p w:rsidR="004B574F" w:rsidRPr="00785C80" w:rsidRDefault="0025549E" w:rsidP="00633978">
      <w:pPr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Pr="004B574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Правилами </w:t>
      </w:r>
      <w:r w:rsidRPr="0025549E">
        <w:rPr>
          <w:rFonts w:ascii="Times New Roman" w:hAnsi="Times New Roman"/>
          <w:sz w:val="26"/>
          <w:szCs w:val="26"/>
        </w:rPr>
        <w:t>утверждения инвестиционных программ субъектов электроэнергетики</w:t>
      </w:r>
      <w:r>
        <w:rPr>
          <w:rFonts w:ascii="Times New Roman" w:hAnsi="Times New Roman"/>
          <w:sz w:val="26"/>
          <w:szCs w:val="26"/>
        </w:rPr>
        <w:t xml:space="preserve">, </w:t>
      </w:r>
      <w:r w:rsidR="00785C80">
        <w:rPr>
          <w:rFonts w:ascii="Times New Roman" w:hAnsi="Times New Roman"/>
          <w:sz w:val="26"/>
          <w:szCs w:val="26"/>
        </w:rPr>
        <w:t>утвержденными</w:t>
      </w:r>
      <w:r w:rsidR="004B574F" w:rsidRPr="004B574F">
        <w:rPr>
          <w:rFonts w:ascii="Times New Roman" w:hAnsi="Times New Roman"/>
          <w:sz w:val="26"/>
          <w:szCs w:val="26"/>
        </w:rPr>
        <w:t xml:space="preserve"> постановлени</w:t>
      </w:r>
      <w:r w:rsidR="00785C80">
        <w:rPr>
          <w:rFonts w:ascii="Times New Roman" w:hAnsi="Times New Roman"/>
          <w:sz w:val="26"/>
          <w:szCs w:val="26"/>
        </w:rPr>
        <w:t>ем</w:t>
      </w:r>
      <w:r w:rsidR="004B574F" w:rsidRPr="004B574F">
        <w:rPr>
          <w:rFonts w:ascii="Times New Roman" w:hAnsi="Times New Roman"/>
          <w:sz w:val="26"/>
          <w:szCs w:val="26"/>
        </w:rPr>
        <w:t xml:space="preserve"> Правительства Российской Федерации от 1 декабря 2009 г. № 977 «Об инвестиционных программах субъектов электроэнергетики», </w:t>
      </w:r>
      <w:r w:rsidR="005E061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4B574F" w:rsidRPr="00785C80">
        <w:rPr>
          <w:rFonts w:ascii="Times New Roman" w:hAnsi="Times New Roman"/>
          <w:sz w:val="26"/>
          <w:szCs w:val="26"/>
        </w:rPr>
        <w:t>п</w:t>
      </w:r>
      <w:proofErr w:type="gramEnd"/>
      <w:r w:rsidR="004B574F" w:rsidRPr="00785C80">
        <w:rPr>
          <w:rFonts w:ascii="Times New Roman" w:hAnsi="Times New Roman"/>
          <w:sz w:val="26"/>
          <w:szCs w:val="26"/>
        </w:rPr>
        <w:t xml:space="preserve"> р и к а з ы в а ю:</w:t>
      </w:r>
    </w:p>
    <w:p w:rsidR="004B574F" w:rsidRPr="003768FB" w:rsidRDefault="004B574F" w:rsidP="001D6125">
      <w:pPr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C603C7">
        <w:rPr>
          <w:rFonts w:ascii="Times New Roman" w:hAnsi="Times New Roman"/>
          <w:sz w:val="26"/>
          <w:szCs w:val="26"/>
        </w:rPr>
        <w:t xml:space="preserve">Утвердить </w:t>
      </w:r>
      <w:r w:rsidR="00C603C7" w:rsidRPr="00C603C7">
        <w:rPr>
          <w:rFonts w:ascii="Times New Roman" w:hAnsi="Times New Roman"/>
          <w:sz w:val="26"/>
          <w:szCs w:val="26"/>
        </w:rPr>
        <w:t xml:space="preserve">инвестиционную программу акционерного общества «Чувашская энергосбытовая компания» на </w:t>
      </w:r>
      <w:r w:rsidR="00710771" w:rsidRPr="00710771">
        <w:rPr>
          <w:rFonts w:ascii="Times New Roman" w:hAnsi="Times New Roman"/>
          <w:sz w:val="26"/>
          <w:szCs w:val="26"/>
        </w:rPr>
        <w:t>2024-2028</w:t>
      </w:r>
      <w:r w:rsidR="00710771" w:rsidRPr="00710771">
        <w:rPr>
          <w:rFonts w:ascii="Times New Roman" w:hAnsi="Times New Roman"/>
          <w:b/>
          <w:sz w:val="26"/>
          <w:szCs w:val="26"/>
        </w:rPr>
        <w:t xml:space="preserve"> </w:t>
      </w:r>
      <w:r w:rsidR="00C603C7" w:rsidRPr="00C603C7">
        <w:rPr>
          <w:rFonts w:ascii="Times New Roman" w:hAnsi="Times New Roman"/>
          <w:sz w:val="26"/>
          <w:szCs w:val="26"/>
        </w:rPr>
        <w:t xml:space="preserve">годы и </w:t>
      </w:r>
      <w:r w:rsidR="00303BC3">
        <w:rPr>
          <w:rFonts w:ascii="Times New Roman" w:hAnsi="Times New Roman"/>
          <w:sz w:val="26"/>
          <w:szCs w:val="26"/>
        </w:rPr>
        <w:t>изменения</w:t>
      </w:r>
      <w:r w:rsidR="005353DB">
        <w:rPr>
          <w:rFonts w:ascii="Times New Roman" w:hAnsi="Times New Roman"/>
          <w:sz w:val="26"/>
          <w:szCs w:val="26"/>
        </w:rPr>
        <w:t>, вносимые</w:t>
      </w:r>
      <w:r w:rsidR="00303BC3">
        <w:rPr>
          <w:rFonts w:ascii="Times New Roman" w:hAnsi="Times New Roman"/>
          <w:sz w:val="26"/>
          <w:szCs w:val="26"/>
        </w:rPr>
        <w:t xml:space="preserve"> в </w:t>
      </w:r>
      <w:r w:rsidR="00C603C7" w:rsidRPr="00C603C7">
        <w:rPr>
          <w:rFonts w:ascii="Times New Roman" w:hAnsi="Times New Roman"/>
          <w:sz w:val="26"/>
          <w:szCs w:val="26"/>
        </w:rPr>
        <w:t>инвестиционную программу акционерного общества «Чувашская энергосбытовая компания» на 202</w:t>
      </w:r>
      <w:r w:rsidR="00710771">
        <w:rPr>
          <w:rFonts w:ascii="Times New Roman" w:hAnsi="Times New Roman"/>
          <w:sz w:val="26"/>
          <w:szCs w:val="26"/>
        </w:rPr>
        <w:t>3</w:t>
      </w:r>
      <w:r w:rsidR="00C603C7" w:rsidRPr="00C603C7">
        <w:rPr>
          <w:rFonts w:ascii="Times New Roman" w:hAnsi="Times New Roman"/>
          <w:sz w:val="26"/>
          <w:szCs w:val="26"/>
        </w:rPr>
        <w:t>-202</w:t>
      </w:r>
      <w:r w:rsidR="00710771">
        <w:rPr>
          <w:rFonts w:ascii="Times New Roman" w:hAnsi="Times New Roman"/>
          <w:sz w:val="26"/>
          <w:szCs w:val="26"/>
        </w:rPr>
        <w:t>7</w:t>
      </w:r>
      <w:r w:rsidR="00C603C7" w:rsidRPr="00C603C7">
        <w:rPr>
          <w:rFonts w:ascii="Times New Roman" w:hAnsi="Times New Roman"/>
          <w:sz w:val="26"/>
          <w:szCs w:val="26"/>
        </w:rPr>
        <w:t xml:space="preserve"> годы</w:t>
      </w:r>
      <w:r w:rsidR="00303BC3">
        <w:rPr>
          <w:rFonts w:ascii="Times New Roman" w:hAnsi="Times New Roman"/>
          <w:sz w:val="26"/>
          <w:szCs w:val="26"/>
        </w:rPr>
        <w:t xml:space="preserve">, утвержденную приказом Министерства промышленности </w:t>
      </w:r>
      <w:r w:rsidR="0078555F">
        <w:rPr>
          <w:rFonts w:ascii="Times New Roman" w:hAnsi="Times New Roman"/>
          <w:sz w:val="26"/>
          <w:szCs w:val="26"/>
        </w:rPr>
        <w:t xml:space="preserve">  </w:t>
      </w:r>
      <w:r w:rsidR="00FF1DE8">
        <w:rPr>
          <w:rFonts w:ascii="Times New Roman" w:hAnsi="Times New Roman"/>
          <w:sz w:val="26"/>
          <w:szCs w:val="26"/>
        </w:rPr>
        <w:t>и</w:t>
      </w:r>
      <w:r w:rsidR="00C5703D">
        <w:rPr>
          <w:rFonts w:ascii="Times New Roman" w:hAnsi="Times New Roman"/>
          <w:sz w:val="26"/>
          <w:szCs w:val="26"/>
        </w:rPr>
        <w:t xml:space="preserve"> </w:t>
      </w:r>
      <w:r w:rsidR="0078555F">
        <w:rPr>
          <w:rFonts w:ascii="Times New Roman" w:hAnsi="Times New Roman"/>
          <w:sz w:val="26"/>
          <w:szCs w:val="26"/>
        </w:rPr>
        <w:t xml:space="preserve"> </w:t>
      </w:r>
      <w:r w:rsidR="00FF1DE8">
        <w:rPr>
          <w:rFonts w:ascii="Times New Roman" w:hAnsi="Times New Roman"/>
          <w:sz w:val="26"/>
          <w:szCs w:val="26"/>
        </w:rPr>
        <w:t xml:space="preserve"> </w:t>
      </w:r>
      <w:r w:rsidR="001D6125">
        <w:rPr>
          <w:rFonts w:ascii="Times New Roman" w:hAnsi="Times New Roman"/>
          <w:sz w:val="26"/>
          <w:szCs w:val="26"/>
        </w:rPr>
        <w:t>энергетики</w:t>
      </w:r>
      <w:r w:rsidR="00FF1DE8">
        <w:rPr>
          <w:rFonts w:ascii="Times New Roman" w:hAnsi="Times New Roman"/>
          <w:sz w:val="26"/>
          <w:szCs w:val="26"/>
        </w:rPr>
        <w:t xml:space="preserve"> </w:t>
      </w:r>
      <w:r w:rsidR="0078555F">
        <w:rPr>
          <w:rFonts w:ascii="Times New Roman" w:hAnsi="Times New Roman"/>
          <w:sz w:val="26"/>
          <w:szCs w:val="26"/>
        </w:rPr>
        <w:t xml:space="preserve">  </w:t>
      </w:r>
      <w:r w:rsidR="00FF1DE8">
        <w:rPr>
          <w:rFonts w:ascii="Times New Roman" w:hAnsi="Times New Roman"/>
          <w:sz w:val="26"/>
          <w:szCs w:val="26"/>
        </w:rPr>
        <w:t>Чувашской</w:t>
      </w:r>
      <w:r w:rsidR="0078555F">
        <w:rPr>
          <w:rFonts w:ascii="Times New Roman" w:hAnsi="Times New Roman"/>
          <w:sz w:val="26"/>
          <w:szCs w:val="26"/>
        </w:rPr>
        <w:t xml:space="preserve"> </w:t>
      </w:r>
      <w:r w:rsidR="00FF1DE8">
        <w:rPr>
          <w:rFonts w:ascii="Times New Roman" w:hAnsi="Times New Roman"/>
          <w:sz w:val="26"/>
          <w:szCs w:val="26"/>
        </w:rPr>
        <w:t xml:space="preserve"> Республики</w:t>
      </w:r>
      <w:r w:rsidR="0078555F">
        <w:rPr>
          <w:rFonts w:ascii="Times New Roman" w:hAnsi="Times New Roman"/>
          <w:sz w:val="26"/>
          <w:szCs w:val="26"/>
        </w:rPr>
        <w:t xml:space="preserve">   </w:t>
      </w:r>
      <w:r w:rsidR="00FF1DE8">
        <w:rPr>
          <w:rFonts w:ascii="Times New Roman" w:hAnsi="Times New Roman"/>
          <w:sz w:val="26"/>
          <w:szCs w:val="26"/>
        </w:rPr>
        <w:t xml:space="preserve"> </w:t>
      </w:r>
      <w:r w:rsidR="00FF1DE8" w:rsidRPr="003768FB">
        <w:rPr>
          <w:rFonts w:ascii="Times New Roman" w:hAnsi="Times New Roman"/>
          <w:sz w:val="26"/>
          <w:szCs w:val="26"/>
        </w:rPr>
        <w:t>от</w:t>
      </w:r>
      <w:r w:rsidR="0078555F">
        <w:rPr>
          <w:rFonts w:ascii="Times New Roman" w:hAnsi="Times New Roman"/>
          <w:sz w:val="26"/>
          <w:szCs w:val="26"/>
        </w:rPr>
        <w:t xml:space="preserve">   </w:t>
      </w:r>
      <w:r w:rsidR="00354395">
        <w:rPr>
          <w:rFonts w:ascii="Times New Roman" w:hAnsi="Times New Roman"/>
          <w:sz w:val="26"/>
          <w:szCs w:val="26"/>
        </w:rPr>
        <w:t>27</w:t>
      </w:r>
      <w:r w:rsidR="00E43C99" w:rsidRPr="003768FB">
        <w:rPr>
          <w:rFonts w:ascii="Times New Roman" w:hAnsi="Times New Roman"/>
          <w:sz w:val="26"/>
          <w:szCs w:val="26"/>
        </w:rPr>
        <w:t xml:space="preserve"> </w:t>
      </w:r>
      <w:r w:rsidR="001D6125" w:rsidRPr="003768FB">
        <w:rPr>
          <w:rFonts w:ascii="Times New Roman" w:hAnsi="Times New Roman"/>
          <w:sz w:val="26"/>
          <w:szCs w:val="26"/>
        </w:rPr>
        <w:t>ок</w:t>
      </w:r>
      <w:r w:rsidR="00E43C99" w:rsidRPr="003768FB">
        <w:rPr>
          <w:rFonts w:ascii="Times New Roman" w:hAnsi="Times New Roman"/>
          <w:sz w:val="26"/>
          <w:szCs w:val="26"/>
        </w:rPr>
        <w:t>тября 20</w:t>
      </w:r>
      <w:r w:rsidR="00226FAB" w:rsidRPr="003768FB">
        <w:rPr>
          <w:rFonts w:ascii="Times New Roman" w:hAnsi="Times New Roman"/>
          <w:sz w:val="26"/>
          <w:szCs w:val="26"/>
        </w:rPr>
        <w:t>2</w:t>
      </w:r>
      <w:r w:rsidR="00354395">
        <w:rPr>
          <w:rFonts w:ascii="Times New Roman" w:hAnsi="Times New Roman"/>
          <w:sz w:val="26"/>
          <w:szCs w:val="26"/>
        </w:rPr>
        <w:t>2</w:t>
      </w:r>
      <w:r w:rsidR="004F7B2F" w:rsidRPr="003768FB">
        <w:rPr>
          <w:rFonts w:ascii="Times New Roman" w:hAnsi="Times New Roman"/>
          <w:sz w:val="26"/>
          <w:szCs w:val="26"/>
        </w:rPr>
        <w:t xml:space="preserve"> г. № </w:t>
      </w:r>
      <w:r w:rsidR="005353DB">
        <w:rPr>
          <w:rFonts w:ascii="Times New Roman" w:hAnsi="Times New Roman"/>
          <w:sz w:val="26"/>
          <w:szCs w:val="26"/>
        </w:rPr>
        <w:t xml:space="preserve"> 0</w:t>
      </w:r>
      <w:r w:rsidR="00710771">
        <w:rPr>
          <w:rFonts w:ascii="Times New Roman" w:hAnsi="Times New Roman"/>
          <w:sz w:val="26"/>
          <w:szCs w:val="26"/>
        </w:rPr>
        <w:t>1</w:t>
      </w:r>
      <w:r w:rsidR="005353DB">
        <w:rPr>
          <w:rFonts w:ascii="Times New Roman" w:hAnsi="Times New Roman"/>
          <w:sz w:val="26"/>
          <w:szCs w:val="26"/>
        </w:rPr>
        <w:t>-0</w:t>
      </w:r>
      <w:r w:rsidR="00710771">
        <w:rPr>
          <w:rFonts w:ascii="Times New Roman" w:hAnsi="Times New Roman"/>
          <w:sz w:val="26"/>
          <w:szCs w:val="26"/>
        </w:rPr>
        <w:t>5</w:t>
      </w:r>
      <w:r w:rsidR="005353DB">
        <w:rPr>
          <w:rFonts w:ascii="Times New Roman" w:hAnsi="Times New Roman"/>
          <w:sz w:val="26"/>
          <w:szCs w:val="26"/>
        </w:rPr>
        <w:t>/</w:t>
      </w:r>
      <w:r w:rsidR="004F7B2F" w:rsidRPr="003768FB">
        <w:rPr>
          <w:rFonts w:ascii="Times New Roman" w:hAnsi="Times New Roman"/>
          <w:sz w:val="26"/>
          <w:szCs w:val="26"/>
        </w:rPr>
        <w:t>1</w:t>
      </w:r>
      <w:r w:rsidR="00710771">
        <w:rPr>
          <w:rFonts w:ascii="Times New Roman" w:hAnsi="Times New Roman"/>
          <w:sz w:val="26"/>
          <w:szCs w:val="26"/>
        </w:rPr>
        <w:t>20</w:t>
      </w:r>
      <w:r w:rsidR="001273D6" w:rsidRPr="003768FB">
        <w:rPr>
          <w:rFonts w:ascii="Times New Roman" w:hAnsi="Times New Roman"/>
          <w:sz w:val="26"/>
          <w:szCs w:val="26"/>
        </w:rPr>
        <w:t xml:space="preserve"> </w:t>
      </w:r>
      <w:r w:rsidR="003768FB">
        <w:rPr>
          <w:rFonts w:ascii="Times New Roman" w:hAnsi="Times New Roman"/>
          <w:sz w:val="26"/>
          <w:szCs w:val="26"/>
        </w:rPr>
        <w:t>(в</w:t>
      </w:r>
      <w:r w:rsidR="001273D6" w:rsidRPr="003768FB">
        <w:rPr>
          <w:rFonts w:ascii="Times New Roman" w:hAnsi="Times New Roman"/>
          <w:sz w:val="26"/>
          <w:szCs w:val="26"/>
        </w:rPr>
        <w:t xml:space="preserve"> редакции приказа Министерства промышленности и энергетики Чувашской</w:t>
      </w:r>
      <w:r w:rsidR="00C5703D">
        <w:rPr>
          <w:rFonts w:ascii="Times New Roman" w:hAnsi="Times New Roman"/>
          <w:sz w:val="26"/>
          <w:szCs w:val="26"/>
        </w:rPr>
        <w:t xml:space="preserve"> </w:t>
      </w:r>
      <w:r w:rsidR="001273D6" w:rsidRPr="003768FB">
        <w:rPr>
          <w:rFonts w:ascii="Times New Roman" w:hAnsi="Times New Roman"/>
          <w:sz w:val="26"/>
          <w:szCs w:val="26"/>
        </w:rPr>
        <w:t xml:space="preserve"> Республики</w:t>
      </w:r>
      <w:r w:rsidR="00C5703D">
        <w:rPr>
          <w:rFonts w:ascii="Times New Roman" w:hAnsi="Times New Roman"/>
          <w:sz w:val="26"/>
          <w:szCs w:val="26"/>
        </w:rPr>
        <w:t xml:space="preserve">   </w:t>
      </w:r>
      <w:r w:rsidR="001273D6" w:rsidRPr="003768FB">
        <w:rPr>
          <w:rFonts w:ascii="Times New Roman" w:hAnsi="Times New Roman"/>
          <w:sz w:val="26"/>
          <w:szCs w:val="26"/>
        </w:rPr>
        <w:t xml:space="preserve"> от </w:t>
      </w:r>
      <w:r w:rsidR="00E34AD1">
        <w:rPr>
          <w:rFonts w:ascii="Times New Roman" w:hAnsi="Times New Roman"/>
          <w:sz w:val="26"/>
          <w:szCs w:val="26"/>
        </w:rPr>
        <w:t>15</w:t>
      </w:r>
      <w:r w:rsidR="00CC2A30" w:rsidRPr="003768FB">
        <w:rPr>
          <w:rFonts w:ascii="Times New Roman" w:hAnsi="Times New Roman"/>
          <w:sz w:val="26"/>
          <w:szCs w:val="26"/>
        </w:rPr>
        <w:t xml:space="preserve"> ноября</w:t>
      </w:r>
      <w:r w:rsidR="003768FB" w:rsidRPr="003768FB">
        <w:rPr>
          <w:rFonts w:ascii="Times New Roman" w:hAnsi="Times New Roman"/>
          <w:sz w:val="26"/>
          <w:szCs w:val="26"/>
        </w:rPr>
        <w:t xml:space="preserve"> </w:t>
      </w:r>
      <w:r w:rsidR="00CC2A30" w:rsidRPr="003768FB">
        <w:rPr>
          <w:rFonts w:ascii="Times New Roman" w:hAnsi="Times New Roman"/>
          <w:sz w:val="26"/>
          <w:szCs w:val="26"/>
        </w:rPr>
        <w:t>202</w:t>
      </w:r>
      <w:r w:rsidR="00E34AD1">
        <w:rPr>
          <w:rFonts w:ascii="Times New Roman" w:hAnsi="Times New Roman"/>
          <w:sz w:val="26"/>
          <w:szCs w:val="26"/>
        </w:rPr>
        <w:t>2</w:t>
      </w:r>
      <w:r w:rsidR="0006291B">
        <w:rPr>
          <w:rFonts w:ascii="Times New Roman" w:hAnsi="Times New Roman"/>
          <w:sz w:val="26"/>
          <w:szCs w:val="26"/>
        </w:rPr>
        <w:t xml:space="preserve"> г.</w:t>
      </w:r>
      <w:r w:rsidR="00CC2A30" w:rsidRPr="003768FB">
        <w:rPr>
          <w:rFonts w:ascii="Times New Roman" w:hAnsi="Times New Roman"/>
          <w:sz w:val="26"/>
          <w:szCs w:val="26"/>
        </w:rPr>
        <w:t xml:space="preserve"> № 0</w:t>
      </w:r>
      <w:r w:rsidR="00E34AD1">
        <w:rPr>
          <w:rFonts w:ascii="Times New Roman" w:hAnsi="Times New Roman"/>
          <w:sz w:val="26"/>
          <w:szCs w:val="26"/>
        </w:rPr>
        <w:t>1</w:t>
      </w:r>
      <w:r w:rsidR="00CC2A30" w:rsidRPr="003768FB">
        <w:rPr>
          <w:rFonts w:ascii="Times New Roman" w:hAnsi="Times New Roman"/>
          <w:sz w:val="26"/>
          <w:szCs w:val="26"/>
        </w:rPr>
        <w:t>-0</w:t>
      </w:r>
      <w:r w:rsidR="00E34AD1">
        <w:rPr>
          <w:rFonts w:ascii="Times New Roman" w:hAnsi="Times New Roman"/>
          <w:sz w:val="26"/>
          <w:szCs w:val="26"/>
        </w:rPr>
        <w:t>5</w:t>
      </w:r>
      <w:r w:rsidR="00CC2A30" w:rsidRPr="003768FB">
        <w:rPr>
          <w:rFonts w:ascii="Times New Roman" w:hAnsi="Times New Roman"/>
          <w:sz w:val="26"/>
          <w:szCs w:val="26"/>
        </w:rPr>
        <w:t>/1</w:t>
      </w:r>
      <w:r w:rsidR="00E34AD1">
        <w:rPr>
          <w:rFonts w:ascii="Times New Roman" w:hAnsi="Times New Roman"/>
          <w:sz w:val="26"/>
          <w:szCs w:val="26"/>
        </w:rPr>
        <w:t>30</w:t>
      </w:r>
      <w:r w:rsidR="003768FB">
        <w:rPr>
          <w:rFonts w:ascii="Times New Roman" w:hAnsi="Times New Roman"/>
          <w:sz w:val="26"/>
          <w:szCs w:val="26"/>
        </w:rPr>
        <w:t>)</w:t>
      </w:r>
      <w:r w:rsidR="00E43C99" w:rsidRPr="003768FB">
        <w:rPr>
          <w:rFonts w:ascii="Times New Roman" w:hAnsi="Times New Roman"/>
          <w:sz w:val="26"/>
          <w:szCs w:val="26"/>
        </w:rPr>
        <w:t>,</w:t>
      </w:r>
      <w:r w:rsidR="004F7B2F" w:rsidRPr="003768FB">
        <w:rPr>
          <w:rFonts w:ascii="Times New Roman" w:hAnsi="Times New Roman"/>
          <w:sz w:val="26"/>
          <w:szCs w:val="26"/>
        </w:rPr>
        <w:t xml:space="preserve"> согласно </w:t>
      </w:r>
      <w:r w:rsidR="00C5703D">
        <w:rPr>
          <w:rFonts w:ascii="Times New Roman" w:hAnsi="Times New Roman"/>
          <w:sz w:val="26"/>
          <w:szCs w:val="26"/>
        </w:rPr>
        <w:t xml:space="preserve"> </w:t>
      </w:r>
      <w:r w:rsidR="004F7B2F" w:rsidRPr="003768FB">
        <w:rPr>
          <w:rFonts w:ascii="Times New Roman" w:hAnsi="Times New Roman"/>
          <w:sz w:val="26"/>
          <w:szCs w:val="26"/>
        </w:rPr>
        <w:t xml:space="preserve">приложениям </w:t>
      </w:r>
      <w:r w:rsidR="004F7B2F" w:rsidRPr="000A3840">
        <w:rPr>
          <w:rFonts w:ascii="Times New Roman" w:hAnsi="Times New Roman"/>
          <w:sz w:val="26"/>
          <w:szCs w:val="26"/>
        </w:rPr>
        <w:t>№ 1-</w:t>
      </w:r>
      <w:r w:rsidR="00EB0F9E" w:rsidRPr="00193AE7">
        <w:rPr>
          <w:rFonts w:ascii="Times New Roman" w:hAnsi="Times New Roman"/>
          <w:sz w:val="26"/>
          <w:szCs w:val="26"/>
        </w:rPr>
        <w:t>7</w:t>
      </w:r>
      <w:r w:rsidR="004F7B2F" w:rsidRPr="003768FB">
        <w:rPr>
          <w:rFonts w:ascii="Times New Roman" w:hAnsi="Times New Roman"/>
          <w:sz w:val="26"/>
          <w:szCs w:val="26"/>
        </w:rPr>
        <w:t xml:space="preserve"> к</w:t>
      </w:r>
      <w:proofErr w:type="gramEnd"/>
      <w:r w:rsidR="004F7B2F" w:rsidRPr="003768FB">
        <w:rPr>
          <w:rFonts w:ascii="Times New Roman" w:hAnsi="Times New Roman"/>
          <w:sz w:val="26"/>
          <w:szCs w:val="26"/>
        </w:rPr>
        <w:t xml:space="preserve"> настоящему приказу.</w:t>
      </w:r>
    </w:p>
    <w:p w:rsidR="004B574F" w:rsidRPr="003768FB" w:rsidRDefault="004B574F" w:rsidP="00570331">
      <w:pPr>
        <w:jc w:val="both"/>
        <w:rPr>
          <w:rFonts w:ascii="Times New Roman" w:hAnsi="Times New Roman"/>
          <w:sz w:val="26"/>
          <w:szCs w:val="26"/>
        </w:rPr>
      </w:pPr>
    </w:p>
    <w:p w:rsidR="005C7408" w:rsidRDefault="005C7408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675006" w:rsidRPr="009D6FF0" w:rsidRDefault="00675006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0E3536" w:rsidRDefault="00354395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</w:t>
      </w:r>
      <w:r w:rsidR="00282036">
        <w:rPr>
          <w:rFonts w:ascii="Times New Roman" w:hAnsi="Times New Roman"/>
          <w:sz w:val="26"/>
          <w:szCs w:val="26"/>
        </w:rPr>
        <w:t xml:space="preserve">лняющий обязанности министра   </w:t>
      </w:r>
      <w:r w:rsidR="008310BB" w:rsidRPr="009D6FF0">
        <w:rPr>
          <w:rFonts w:ascii="Times New Roman" w:hAnsi="Times New Roman"/>
          <w:sz w:val="26"/>
          <w:szCs w:val="26"/>
        </w:rPr>
        <w:t xml:space="preserve">                            </w:t>
      </w:r>
      <w:r w:rsidR="005E061F">
        <w:rPr>
          <w:rFonts w:ascii="Times New Roman" w:hAnsi="Times New Roman"/>
          <w:sz w:val="26"/>
          <w:szCs w:val="26"/>
        </w:rPr>
        <w:t xml:space="preserve">      </w:t>
      </w:r>
      <w:r w:rsidR="00041B6F">
        <w:rPr>
          <w:rFonts w:ascii="Times New Roman" w:hAnsi="Times New Roman"/>
          <w:sz w:val="26"/>
          <w:szCs w:val="26"/>
        </w:rPr>
        <w:t xml:space="preserve">      </w:t>
      </w:r>
      <w:r w:rsidR="005C7408">
        <w:rPr>
          <w:rFonts w:ascii="Times New Roman" w:hAnsi="Times New Roman"/>
          <w:sz w:val="26"/>
          <w:szCs w:val="26"/>
        </w:rPr>
        <w:t xml:space="preserve">  </w:t>
      </w:r>
      <w:r w:rsidR="008310BB" w:rsidRPr="009D6FF0">
        <w:rPr>
          <w:rFonts w:ascii="Times New Roman" w:hAnsi="Times New Roman"/>
          <w:sz w:val="26"/>
          <w:szCs w:val="26"/>
        </w:rPr>
        <w:t xml:space="preserve">    </w:t>
      </w:r>
      <w:r w:rsidR="00D302A3" w:rsidRPr="00D302A3">
        <w:rPr>
          <w:rFonts w:ascii="Times New Roman" w:hAnsi="Times New Roman"/>
          <w:sz w:val="26"/>
          <w:szCs w:val="26"/>
        </w:rPr>
        <w:t xml:space="preserve">   </w:t>
      </w:r>
      <w:r w:rsidR="00557C8D">
        <w:rPr>
          <w:rFonts w:ascii="Times New Roman" w:hAnsi="Times New Roman"/>
          <w:sz w:val="26"/>
          <w:szCs w:val="26"/>
        </w:rPr>
        <w:t xml:space="preserve">        </w:t>
      </w:r>
      <w:r w:rsidR="00345C14">
        <w:rPr>
          <w:rFonts w:ascii="Times New Roman" w:hAnsi="Times New Roman"/>
          <w:sz w:val="26"/>
          <w:szCs w:val="26"/>
        </w:rPr>
        <w:t xml:space="preserve"> </w:t>
      </w:r>
      <w:r w:rsidR="00557C8D">
        <w:rPr>
          <w:rFonts w:ascii="Times New Roman" w:hAnsi="Times New Roman"/>
          <w:sz w:val="26"/>
          <w:szCs w:val="26"/>
        </w:rPr>
        <w:t>Д.</w:t>
      </w:r>
      <w:r w:rsidR="00CB200B">
        <w:rPr>
          <w:rFonts w:ascii="Times New Roman" w:hAnsi="Times New Roman"/>
          <w:sz w:val="26"/>
          <w:szCs w:val="26"/>
        </w:rPr>
        <w:t>Б</w:t>
      </w:r>
      <w:r w:rsidR="001D6125">
        <w:rPr>
          <w:rFonts w:ascii="Times New Roman" w:hAnsi="Times New Roman"/>
          <w:sz w:val="26"/>
          <w:szCs w:val="26"/>
        </w:rPr>
        <w:t xml:space="preserve">. </w:t>
      </w:r>
      <w:r w:rsidR="00557C8D">
        <w:rPr>
          <w:rFonts w:ascii="Times New Roman" w:hAnsi="Times New Roman"/>
          <w:sz w:val="26"/>
          <w:szCs w:val="26"/>
        </w:rPr>
        <w:t>Гринёв</w:t>
      </w:r>
    </w:p>
    <w:p w:rsidR="004B574F" w:rsidRPr="006D64AB" w:rsidRDefault="004B574F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DB371B" w:rsidRPr="00D302A3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DB371B" w:rsidRDefault="00DB371B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287EE0" w:rsidRDefault="00287EE0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287EE0" w:rsidRDefault="00287EE0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287EE0" w:rsidRDefault="00287EE0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287EE0" w:rsidRDefault="00287EE0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p w:rsidR="004B574F" w:rsidRPr="004B574F" w:rsidRDefault="004B574F" w:rsidP="004B574F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 w:rsidRPr="004B574F">
        <w:rPr>
          <w:rFonts w:ascii="Times New Roman" w:hAnsi="Times New Roman"/>
          <w:sz w:val="20"/>
          <w:szCs w:val="20"/>
        </w:rPr>
        <w:t xml:space="preserve">Отдел </w:t>
      </w:r>
      <w:r>
        <w:rPr>
          <w:rFonts w:ascii="Times New Roman" w:hAnsi="Times New Roman"/>
          <w:sz w:val="20"/>
          <w:szCs w:val="20"/>
        </w:rPr>
        <w:t>энергетическо</w:t>
      </w:r>
      <w:r w:rsidRPr="004B574F">
        <w:rPr>
          <w:rFonts w:ascii="Times New Roman" w:hAnsi="Times New Roman"/>
          <w:sz w:val="20"/>
          <w:szCs w:val="20"/>
        </w:rPr>
        <w:t xml:space="preserve">й политики </w:t>
      </w:r>
    </w:p>
    <w:p w:rsidR="004B574F" w:rsidRDefault="006D64AB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Можаева Ирина Германовна</w:t>
      </w:r>
      <w:r w:rsidR="004B574F" w:rsidRPr="004B574F">
        <w:rPr>
          <w:rFonts w:ascii="Times New Roman" w:hAnsi="Times New Roman"/>
          <w:sz w:val="20"/>
          <w:szCs w:val="20"/>
        </w:rPr>
        <w:t>, т.</w:t>
      </w:r>
      <w:r w:rsidR="004B574F">
        <w:rPr>
          <w:rFonts w:ascii="Times New Roman" w:hAnsi="Times New Roman"/>
          <w:sz w:val="20"/>
          <w:szCs w:val="20"/>
        </w:rPr>
        <w:t>56</w:t>
      </w:r>
      <w:r w:rsidR="004B574F" w:rsidRPr="004B574F">
        <w:rPr>
          <w:rFonts w:ascii="Times New Roman" w:hAnsi="Times New Roman"/>
          <w:sz w:val="20"/>
          <w:szCs w:val="20"/>
        </w:rPr>
        <w:t>-</w:t>
      </w:r>
      <w:r w:rsidR="004B574F">
        <w:rPr>
          <w:rFonts w:ascii="Times New Roman" w:hAnsi="Times New Roman"/>
          <w:sz w:val="20"/>
          <w:szCs w:val="20"/>
        </w:rPr>
        <w:t>50</w:t>
      </w:r>
      <w:r w:rsidR="004B574F" w:rsidRPr="004B574F">
        <w:rPr>
          <w:rFonts w:ascii="Times New Roman" w:hAnsi="Times New Roman"/>
          <w:sz w:val="20"/>
          <w:szCs w:val="20"/>
        </w:rPr>
        <w:t>-</w:t>
      </w:r>
      <w:r w:rsidR="004B574F">
        <w:rPr>
          <w:rFonts w:ascii="Times New Roman" w:hAnsi="Times New Roman"/>
          <w:sz w:val="20"/>
          <w:szCs w:val="20"/>
        </w:rPr>
        <w:t>94</w:t>
      </w:r>
    </w:p>
    <w:p w:rsidR="00643936" w:rsidRPr="004B574F" w:rsidRDefault="00643936" w:rsidP="005206AB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szCs w:val="20"/>
        </w:rPr>
      </w:pPr>
    </w:p>
    <w:sectPr w:rsidR="00643936" w:rsidRPr="004B574F" w:rsidSect="005D069C">
      <w:pgSz w:w="11906" w:h="16838"/>
      <w:pgMar w:top="1134" w:right="70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598"/>
    <w:multiLevelType w:val="multilevel"/>
    <w:tmpl w:val="2F2E4F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">
    <w:nsid w:val="2AEF413A"/>
    <w:multiLevelType w:val="hybridMultilevel"/>
    <w:tmpl w:val="D0FE5D8A"/>
    <w:lvl w:ilvl="0" w:tplc="16D07A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451CA1"/>
    <w:multiLevelType w:val="hybridMultilevel"/>
    <w:tmpl w:val="6B286234"/>
    <w:lvl w:ilvl="0" w:tplc="F18AE6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F9D7487"/>
    <w:multiLevelType w:val="hybridMultilevel"/>
    <w:tmpl w:val="AA1C807A"/>
    <w:lvl w:ilvl="0" w:tplc="B08EC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10645E"/>
    <w:multiLevelType w:val="hybridMultilevel"/>
    <w:tmpl w:val="2020F408"/>
    <w:lvl w:ilvl="0" w:tplc="587CE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E20DBF"/>
    <w:multiLevelType w:val="hybridMultilevel"/>
    <w:tmpl w:val="00504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9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E0"/>
    <w:rsid w:val="00005F5B"/>
    <w:rsid w:val="0001426E"/>
    <w:rsid w:val="0002583E"/>
    <w:rsid w:val="00035950"/>
    <w:rsid w:val="00041B6F"/>
    <w:rsid w:val="0006291B"/>
    <w:rsid w:val="00066416"/>
    <w:rsid w:val="00066BAE"/>
    <w:rsid w:val="000974D4"/>
    <w:rsid w:val="000A3840"/>
    <w:rsid w:val="000A6D3C"/>
    <w:rsid w:val="000E3536"/>
    <w:rsid w:val="000F26DF"/>
    <w:rsid w:val="00110834"/>
    <w:rsid w:val="001273D6"/>
    <w:rsid w:val="00127B3C"/>
    <w:rsid w:val="001333C7"/>
    <w:rsid w:val="00137164"/>
    <w:rsid w:val="00147C4A"/>
    <w:rsid w:val="00152F5F"/>
    <w:rsid w:val="001573A3"/>
    <w:rsid w:val="001577C1"/>
    <w:rsid w:val="001668EF"/>
    <w:rsid w:val="0018115E"/>
    <w:rsid w:val="00182EAF"/>
    <w:rsid w:val="00192C2D"/>
    <w:rsid w:val="00193AE7"/>
    <w:rsid w:val="00195F97"/>
    <w:rsid w:val="001A1DB4"/>
    <w:rsid w:val="001A703D"/>
    <w:rsid w:val="001C059D"/>
    <w:rsid w:val="001C61D3"/>
    <w:rsid w:val="001D25E2"/>
    <w:rsid w:val="001D5E95"/>
    <w:rsid w:val="001D6125"/>
    <w:rsid w:val="001D7160"/>
    <w:rsid w:val="001D73B4"/>
    <w:rsid w:val="0020143E"/>
    <w:rsid w:val="0020433B"/>
    <w:rsid w:val="00226FAB"/>
    <w:rsid w:val="0024180E"/>
    <w:rsid w:val="00250D11"/>
    <w:rsid w:val="00250F8B"/>
    <w:rsid w:val="0025549E"/>
    <w:rsid w:val="00256FD9"/>
    <w:rsid w:val="002623D8"/>
    <w:rsid w:val="00274FBE"/>
    <w:rsid w:val="00275633"/>
    <w:rsid w:val="002760EA"/>
    <w:rsid w:val="00276D8B"/>
    <w:rsid w:val="002803B4"/>
    <w:rsid w:val="00282036"/>
    <w:rsid w:val="00287EE0"/>
    <w:rsid w:val="00293F61"/>
    <w:rsid w:val="002A12AF"/>
    <w:rsid w:val="002B0E94"/>
    <w:rsid w:val="002C2E5C"/>
    <w:rsid w:val="002C7B42"/>
    <w:rsid w:val="002D3A81"/>
    <w:rsid w:val="002F0590"/>
    <w:rsid w:val="00303BC3"/>
    <w:rsid w:val="0030456D"/>
    <w:rsid w:val="0033443A"/>
    <w:rsid w:val="00342740"/>
    <w:rsid w:val="0034353A"/>
    <w:rsid w:val="00345C14"/>
    <w:rsid w:val="00354395"/>
    <w:rsid w:val="00372506"/>
    <w:rsid w:val="003768FB"/>
    <w:rsid w:val="00385D3B"/>
    <w:rsid w:val="003C2B4C"/>
    <w:rsid w:val="003D248A"/>
    <w:rsid w:val="003F195D"/>
    <w:rsid w:val="00400344"/>
    <w:rsid w:val="004168E3"/>
    <w:rsid w:val="0043140A"/>
    <w:rsid w:val="00436FD7"/>
    <w:rsid w:val="00442435"/>
    <w:rsid w:val="00452785"/>
    <w:rsid w:val="004612CB"/>
    <w:rsid w:val="004A1DEB"/>
    <w:rsid w:val="004B3DA0"/>
    <w:rsid w:val="004B574F"/>
    <w:rsid w:val="004D1A19"/>
    <w:rsid w:val="004E34FA"/>
    <w:rsid w:val="004E3C12"/>
    <w:rsid w:val="004E4853"/>
    <w:rsid w:val="004F7B2F"/>
    <w:rsid w:val="005114BF"/>
    <w:rsid w:val="005206AB"/>
    <w:rsid w:val="005348AB"/>
    <w:rsid w:val="005353DB"/>
    <w:rsid w:val="0054346A"/>
    <w:rsid w:val="00554893"/>
    <w:rsid w:val="00557C8D"/>
    <w:rsid w:val="00570331"/>
    <w:rsid w:val="00573C7D"/>
    <w:rsid w:val="00587935"/>
    <w:rsid w:val="005905F9"/>
    <w:rsid w:val="00591644"/>
    <w:rsid w:val="0059304F"/>
    <w:rsid w:val="00593053"/>
    <w:rsid w:val="005C7408"/>
    <w:rsid w:val="005D069C"/>
    <w:rsid w:val="005D0FAD"/>
    <w:rsid w:val="005E061F"/>
    <w:rsid w:val="005E35D5"/>
    <w:rsid w:val="005F21F7"/>
    <w:rsid w:val="006168D2"/>
    <w:rsid w:val="00633978"/>
    <w:rsid w:val="00643936"/>
    <w:rsid w:val="00665535"/>
    <w:rsid w:val="006704ED"/>
    <w:rsid w:val="00675006"/>
    <w:rsid w:val="006D64AB"/>
    <w:rsid w:val="006E182A"/>
    <w:rsid w:val="006F0F51"/>
    <w:rsid w:val="00700A63"/>
    <w:rsid w:val="007022CD"/>
    <w:rsid w:val="00710771"/>
    <w:rsid w:val="0071569F"/>
    <w:rsid w:val="007218D5"/>
    <w:rsid w:val="00742435"/>
    <w:rsid w:val="0074451E"/>
    <w:rsid w:val="007625FB"/>
    <w:rsid w:val="0076543D"/>
    <w:rsid w:val="007714DE"/>
    <w:rsid w:val="00783306"/>
    <w:rsid w:val="00784F75"/>
    <w:rsid w:val="0078555F"/>
    <w:rsid w:val="00785C80"/>
    <w:rsid w:val="00797AA5"/>
    <w:rsid w:val="007A063D"/>
    <w:rsid w:val="007A7B6A"/>
    <w:rsid w:val="007B36D2"/>
    <w:rsid w:val="007B7234"/>
    <w:rsid w:val="007F52A2"/>
    <w:rsid w:val="00821B8B"/>
    <w:rsid w:val="00824CDF"/>
    <w:rsid w:val="008310BB"/>
    <w:rsid w:val="00831145"/>
    <w:rsid w:val="00842603"/>
    <w:rsid w:val="008444F9"/>
    <w:rsid w:val="00853E35"/>
    <w:rsid w:val="008762A3"/>
    <w:rsid w:val="00877DF6"/>
    <w:rsid w:val="00892B41"/>
    <w:rsid w:val="008A57E7"/>
    <w:rsid w:val="008B1AD7"/>
    <w:rsid w:val="008D347D"/>
    <w:rsid w:val="008E5FD6"/>
    <w:rsid w:val="0091601A"/>
    <w:rsid w:val="00946588"/>
    <w:rsid w:val="00946A29"/>
    <w:rsid w:val="00946ADC"/>
    <w:rsid w:val="00971A1B"/>
    <w:rsid w:val="00976479"/>
    <w:rsid w:val="009A2EA6"/>
    <w:rsid w:val="009D6FF0"/>
    <w:rsid w:val="009E61CF"/>
    <w:rsid w:val="009E7E8A"/>
    <w:rsid w:val="009F0B9D"/>
    <w:rsid w:val="00A01801"/>
    <w:rsid w:val="00A05690"/>
    <w:rsid w:val="00A06829"/>
    <w:rsid w:val="00A072DA"/>
    <w:rsid w:val="00A2304F"/>
    <w:rsid w:val="00A24C70"/>
    <w:rsid w:val="00A30CA8"/>
    <w:rsid w:val="00A36E98"/>
    <w:rsid w:val="00A43157"/>
    <w:rsid w:val="00A457D6"/>
    <w:rsid w:val="00A76E25"/>
    <w:rsid w:val="00A770D1"/>
    <w:rsid w:val="00A7717C"/>
    <w:rsid w:val="00A7786F"/>
    <w:rsid w:val="00AB2C7B"/>
    <w:rsid w:val="00AB533D"/>
    <w:rsid w:val="00AB7364"/>
    <w:rsid w:val="00AD4034"/>
    <w:rsid w:val="00B07F5E"/>
    <w:rsid w:val="00B168ED"/>
    <w:rsid w:val="00B21B87"/>
    <w:rsid w:val="00B25A53"/>
    <w:rsid w:val="00B45B61"/>
    <w:rsid w:val="00B47644"/>
    <w:rsid w:val="00B701A6"/>
    <w:rsid w:val="00B757D0"/>
    <w:rsid w:val="00B91DE2"/>
    <w:rsid w:val="00B9229A"/>
    <w:rsid w:val="00B96863"/>
    <w:rsid w:val="00BA2D9E"/>
    <w:rsid w:val="00BB248E"/>
    <w:rsid w:val="00BC705A"/>
    <w:rsid w:val="00BD7B11"/>
    <w:rsid w:val="00BE2E5B"/>
    <w:rsid w:val="00BE2FBA"/>
    <w:rsid w:val="00C324A2"/>
    <w:rsid w:val="00C37E3B"/>
    <w:rsid w:val="00C5703D"/>
    <w:rsid w:val="00C603C7"/>
    <w:rsid w:val="00C635D1"/>
    <w:rsid w:val="00C712CE"/>
    <w:rsid w:val="00C8693D"/>
    <w:rsid w:val="00C87409"/>
    <w:rsid w:val="00C96B65"/>
    <w:rsid w:val="00CB200B"/>
    <w:rsid w:val="00CB2491"/>
    <w:rsid w:val="00CB74B2"/>
    <w:rsid w:val="00CC0483"/>
    <w:rsid w:val="00CC2A30"/>
    <w:rsid w:val="00CC6994"/>
    <w:rsid w:val="00CD0422"/>
    <w:rsid w:val="00CE0D1F"/>
    <w:rsid w:val="00CE2D35"/>
    <w:rsid w:val="00CE4912"/>
    <w:rsid w:val="00CE68DC"/>
    <w:rsid w:val="00CF422C"/>
    <w:rsid w:val="00D043A3"/>
    <w:rsid w:val="00D04D23"/>
    <w:rsid w:val="00D24465"/>
    <w:rsid w:val="00D255E3"/>
    <w:rsid w:val="00D3000F"/>
    <w:rsid w:val="00D302A3"/>
    <w:rsid w:val="00D455AD"/>
    <w:rsid w:val="00D53767"/>
    <w:rsid w:val="00D75B1E"/>
    <w:rsid w:val="00D92C27"/>
    <w:rsid w:val="00DB371B"/>
    <w:rsid w:val="00DB4C61"/>
    <w:rsid w:val="00DC06D6"/>
    <w:rsid w:val="00DD021F"/>
    <w:rsid w:val="00DD3549"/>
    <w:rsid w:val="00DD48D8"/>
    <w:rsid w:val="00DE2B7F"/>
    <w:rsid w:val="00DF45B2"/>
    <w:rsid w:val="00DF57FE"/>
    <w:rsid w:val="00E07DE0"/>
    <w:rsid w:val="00E34AD1"/>
    <w:rsid w:val="00E359D8"/>
    <w:rsid w:val="00E43C99"/>
    <w:rsid w:val="00E54D50"/>
    <w:rsid w:val="00E634B5"/>
    <w:rsid w:val="00E66F9C"/>
    <w:rsid w:val="00E8664A"/>
    <w:rsid w:val="00E90C0E"/>
    <w:rsid w:val="00EB0F9E"/>
    <w:rsid w:val="00EB2489"/>
    <w:rsid w:val="00EC34DE"/>
    <w:rsid w:val="00ED2137"/>
    <w:rsid w:val="00ED5BD4"/>
    <w:rsid w:val="00F250DD"/>
    <w:rsid w:val="00F446BE"/>
    <w:rsid w:val="00F626EE"/>
    <w:rsid w:val="00F63E05"/>
    <w:rsid w:val="00F660F0"/>
    <w:rsid w:val="00F75645"/>
    <w:rsid w:val="00FC28D4"/>
    <w:rsid w:val="00FC3274"/>
    <w:rsid w:val="00FE2AD5"/>
    <w:rsid w:val="00FF1DE8"/>
    <w:rsid w:val="00FF69E8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C7"/>
    <w:rPr>
      <w:rFonts w:ascii="TimesET" w:hAnsi="TimesET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07DE0"/>
    <w:pPr>
      <w:jc w:val="both"/>
    </w:pPr>
    <w:rPr>
      <w:rFonts w:cs="TimesET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7DE0"/>
    <w:rPr>
      <w:rFonts w:ascii="TimesET" w:hAnsi="TimesET" w:cs="TimesET"/>
      <w:sz w:val="24"/>
      <w:szCs w:val="24"/>
    </w:rPr>
  </w:style>
  <w:style w:type="paragraph" w:styleId="a3">
    <w:name w:val="List Paragraph"/>
    <w:basedOn w:val="a"/>
    <w:uiPriority w:val="34"/>
    <w:qFormat/>
    <w:rsid w:val="008310B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45B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C2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8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3C7"/>
    <w:rPr>
      <w:rFonts w:ascii="TimesET" w:hAnsi="TimesET"/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5B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E07DE0"/>
    <w:pPr>
      <w:jc w:val="both"/>
    </w:pPr>
    <w:rPr>
      <w:rFonts w:cs="TimesET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07DE0"/>
    <w:rPr>
      <w:rFonts w:ascii="TimesET" w:hAnsi="TimesET" w:cs="TimesET"/>
      <w:sz w:val="24"/>
      <w:szCs w:val="24"/>
    </w:rPr>
  </w:style>
  <w:style w:type="paragraph" w:styleId="a3">
    <w:name w:val="List Paragraph"/>
    <w:basedOn w:val="a"/>
    <w:uiPriority w:val="34"/>
    <w:qFormat/>
    <w:rsid w:val="008310B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45B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C28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28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4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72;&#1088;&#1093;&#1080;&#1074;%20&#1084;&#1080;&#1085;&#1087;&#1088;&#1086;&#1084;&#1101;&#1085;&#1077;&#1088;&#1075;&#1086;\&#1073;&#1083;&#1072;&#1085;&#1082;%20&#1087;&#1088;&#1080;&#1082;&#1072;&#1079;&#1072;-&#1052;&#1080;&#1085;&#1087;&#1088;&#1086;&#1084;&#1101;&#1085;&#1077;&#1088;&#1075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52190-20ED-4E15-BF42-783CEADDD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приказа-Минпромэнерго.dot</Template>
  <TotalTime>400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DVM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Минпром Приемная</dc:creator>
  <cp:lastModifiedBy>Можаева Ирина</cp:lastModifiedBy>
  <cp:revision>52</cp:revision>
  <cp:lastPrinted>2023-10-05T13:52:00Z</cp:lastPrinted>
  <dcterms:created xsi:type="dcterms:W3CDTF">2022-10-18T11:10:00Z</dcterms:created>
  <dcterms:modified xsi:type="dcterms:W3CDTF">2023-10-05T14:00:00Z</dcterms:modified>
</cp:coreProperties>
</file>